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E869E" w14:textId="4626004D" w:rsidR="008F4F96" w:rsidRDefault="008F4F96" w:rsidP="002D6BDD">
      <w:pPr>
        <w:tabs>
          <w:tab w:val="right" w:pos="9922"/>
        </w:tabs>
        <w:spacing w:before="60"/>
        <w:rPr>
          <w:rFonts w:cs="Arial"/>
          <w:b/>
          <w:color w:val="000000" w:themeColor="text1"/>
          <w:sz w:val="14"/>
          <w:szCs w:val="14"/>
        </w:rPr>
      </w:pPr>
      <w:r w:rsidRPr="006E23F5">
        <w:rPr>
          <w:sz w:val="14"/>
          <w:szCs w:val="14"/>
        </w:rPr>
        <w:t>Załącznik nr 7 do SWZ – Umowa powierzenia przetwarzania danych osobowych</w:t>
      </w:r>
      <w:r w:rsidR="002D6BDD">
        <w:rPr>
          <w:sz w:val="14"/>
          <w:szCs w:val="14"/>
        </w:rPr>
        <w:tab/>
      </w:r>
      <w:r w:rsidR="002D6BDD" w:rsidRPr="002D6BDD">
        <w:rPr>
          <w:rFonts w:ascii="Calibri" w:hAnsi="Calibri" w:cs="Calibri"/>
          <w:b/>
          <w:bCs/>
          <w:sz w:val="20"/>
          <w:szCs w:val="20"/>
        </w:rPr>
        <w:t>POST/DYS/OR/GZ/00024/2026</w:t>
      </w:r>
    </w:p>
    <w:p w14:paraId="22FF40A1" w14:textId="77777777"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1629C088" wp14:editId="5ACBD2C8">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14:paraId="355F232D" w14:textId="77777777" w:rsidR="008F4F96" w:rsidRDefault="008F4F96" w:rsidP="00C81E6D">
      <w:pPr>
        <w:widowControl w:val="0"/>
        <w:adjustRightInd w:val="0"/>
        <w:jc w:val="center"/>
        <w:textAlignment w:val="baseline"/>
        <w:rPr>
          <w:rFonts w:eastAsiaTheme="minorHAnsi" w:cs="Arial"/>
          <w:b/>
          <w:szCs w:val="18"/>
          <w:lang w:eastAsia="en-US"/>
        </w:rPr>
      </w:pPr>
    </w:p>
    <w:p w14:paraId="1DD54227" w14:textId="3ED6924A"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14:paraId="19578C9D" w14:textId="77777777" w:rsidR="008F4F96" w:rsidRDefault="008F4F96" w:rsidP="00C81E6D">
      <w:pPr>
        <w:jc w:val="center"/>
        <w:rPr>
          <w:rFonts w:eastAsia="Calibri" w:cs="Arial"/>
          <w:bCs/>
          <w:szCs w:val="18"/>
          <w:lang w:eastAsia="en-US"/>
        </w:rPr>
      </w:pPr>
    </w:p>
    <w:p w14:paraId="4EBA3096" w14:textId="7B8BE1B2"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14:paraId="57E6C441" w14:textId="77777777" w:rsidR="008F4F96" w:rsidRPr="00C81E6D" w:rsidRDefault="008F4F96" w:rsidP="00C81E6D">
      <w:pPr>
        <w:jc w:val="center"/>
        <w:rPr>
          <w:rFonts w:eastAsia="Calibri" w:cs="Arial"/>
          <w:bCs/>
          <w:szCs w:val="18"/>
          <w:lang w:eastAsia="en-US"/>
        </w:rPr>
      </w:pPr>
    </w:p>
    <w:p w14:paraId="4B03E2AE" w14:textId="77777777"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14:paraId="6F1C0AB8" w14:textId="77777777" w:rsidR="008F4F96" w:rsidRDefault="008F4F96" w:rsidP="00C81E6D">
      <w:pPr>
        <w:widowControl w:val="0"/>
        <w:adjustRightInd w:val="0"/>
        <w:jc w:val="both"/>
        <w:textAlignment w:val="baseline"/>
        <w:rPr>
          <w:rFonts w:eastAsiaTheme="minorHAnsi" w:cs="Arial"/>
          <w:szCs w:val="18"/>
          <w:lang w:eastAsia="en-US"/>
        </w:rPr>
      </w:pPr>
    </w:p>
    <w:p w14:paraId="21D4290F" w14:textId="77777777"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14:paraId="6337F3CC" w14:textId="77777777" w:rsidR="008F4F96" w:rsidRDefault="008F4F96" w:rsidP="00C81E6D">
      <w:pPr>
        <w:widowControl w:val="0"/>
        <w:adjustRightInd w:val="0"/>
        <w:jc w:val="both"/>
        <w:textAlignment w:val="baseline"/>
        <w:rPr>
          <w:rFonts w:eastAsiaTheme="minorHAnsi" w:cs="Arial"/>
          <w:szCs w:val="18"/>
          <w:lang w:eastAsia="en-US"/>
        </w:rPr>
      </w:pPr>
    </w:p>
    <w:p w14:paraId="7490C0A8" w14:textId="77777777"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14:paraId="703BEE48" w14:textId="77777777" w:rsidR="008F4F96" w:rsidRDefault="008F4F96" w:rsidP="00C81E6D">
      <w:pPr>
        <w:widowControl w:val="0"/>
        <w:adjustRightInd w:val="0"/>
        <w:jc w:val="both"/>
        <w:textAlignment w:val="baseline"/>
        <w:rPr>
          <w:rFonts w:eastAsiaTheme="minorHAnsi" w:cs="Arial"/>
          <w:szCs w:val="18"/>
          <w:lang w:eastAsia="en-US"/>
        </w:rPr>
      </w:pPr>
    </w:p>
    <w:p w14:paraId="463126BC" w14:textId="77777777" w:rsidR="008F4F96" w:rsidRDefault="008F4F96" w:rsidP="00C81E6D">
      <w:pPr>
        <w:widowControl w:val="0"/>
        <w:adjustRightInd w:val="0"/>
        <w:jc w:val="both"/>
        <w:textAlignment w:val="baseline"/>
        <w:rPr>
          <w:rFonts w:eastAsiaTheme="minorHAnsi" w:cs="Arial"/>
          <w:szCs w:val="18"/>
          <w:lang w:eastAsia="en-US"/>
        </w:rPr>
      </w:pPr>
    </w:p>
    <w:p w14:paraId="66A7C765" w14:textId="77777777" w:rsidR="008F4F96" w:rsidRPr="00C81E6D" w:rsidRDefault="008F4F96" w:rsidP="00C81E6D">
      <w:pPr>
        <w:widowControl w:val="0"/>
        <w:adjustRightInd w:val="0"/>
        <w:jc w:val="both"/>
        <w:textAlignment w:val="baseline"/>
        <w:rPr>
          <w:rFonts w:eastAsiaTheme="minorHAnsi" w:cs="Arial"/>
          <w:szCs w:val="18"/>
          <w:lang w:eastAsia="en-US"/>
        </w:rPr>
      </w:pPr>
    </w:p>
    <w:p w14:paraId="4D996A5F" w14:textId="77777777"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14:paraId="1192A1F2" w14:textId="77777777"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14:paraId="415B75D0" w14:textId="77777777"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14:paraId="6CC38F8A" w14:textId="77777777" w:rsidR="008F4F96" w:rsidRPr="00C81E6D" w:rsidRDefault="008F4F96" w:rsidP="00C81E6D">
      <w:pPr>
        <w:widowControl w:val="0"/>
        <w:adjustRightInd w:val="0"/>
        <w:jc w:val="both"/>
        <w:textAlignment w:val="baseline"/>
        <w:rPr>
          <w:rFonts w:eastAsia="Calibri" w:cs="Arial"/>
          <w:szCs w:val="18"/>
          <w:lang w:eastAsia="en-US"/>
        </w:rPr>
      </w:pPr>
    </w:p>
    <w:p w14:paraId="25669F50" w14:textId="77777777"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14:paraId="6CFA9567" w14:textId="77777777"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14:paraId="64428C59" w14:textId="77777777"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14:paraId="680F1CF4" w14:textId="77777777"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14:paraId="26D6A8B0" w14:textId="77777777"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14:paraId="14123EEF" w14:textId="77777777" w:rsidR="008F4F96" w:rsidRPr="00C81E6D" w:rsidRDefault="008F4F96" w:rsidP="00C81E6D">
      <w:pPr>
        <w:jc w:val="both"/>
        <w:rPr>
          <w:rFonts w:eastAsiaTheme="minorHAnsi" w:cs="Arial"/>
          <w:b/>
          <w:szCs w:val="18"/>
          <w:lang w:eastAsia="en-US"/>
        </w:rPr>
      </w:pPr>
    </w:p>
    <w:p w14:paraId="1B0505E2" w14:textId="77777777"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14:paraId="2ABF6547" w14:textId="77777777"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14:paraId="0B9D14C9" w14:textId="77777777" w:rsidR="008F4F96" w:rsidRPr="00C81E6D" w:rsidRDefault="008F4F96" w:rsidP="00C81E6D">
      <w:pPr>
        <w:ind w:left="170"/>
        <w:jc w:val="both"/>
        <w:rPr>
          <w:rFonts w:eastAsiaTheme="minorHAnsi" w:cs="Arial"/>
          <w:szCs w:val="18"/>
          <w:lang w:eastAsia="en-US"/>
        </w:rPr>
      </w:pPr>
    </w:p>
    <w:p w14:paraId="24331B25" w14:textId="77777777"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14:paraId="57A50FCA" w14:textId="77777777"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14:paraId="725B9ECF" w14:textId="77777777"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14:paraId="3FE850A7" w14:textId="77777777" w:rsidR="008F4F96" w:rsidRPr="00C81E6D" w:rsidRDefault="008F4F96" w:rsidP="00C81E6D">
      <w:pPr>
        <w:rPr>
          <w:rFonts w:eastAsiaTheme="minorHAnsi" w:cs="Arial"/>
          <w:szCs w:val="18"/>
          <w:lang w:eastAsia="en-US"/>
        </w:rPr>
      </w:pPr>
    </w:p>
    <w:p w14:paraId="4E6AEE69"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14:paraId="77490084" w14:textId="77777777" w:rsidR="008F4F96" w:rsidRPr="00C81E6D" w:rsidRDefault="008F4F96" w:rsidP="00C81E6D">
      <w:pPr>
        <w:jc w:val="center"/>
        <w:rPr>
          <w:rFonts w:eastAsiaTheme="minorHAnsi" w:cs="Arial"/>
          <w:b/>
          <w:szCs w:val="18"/>
          <w:lang w:eastAsia="en-US"/>
        </w:rPr>
      </w:pPr>
    </w:p>
    <w:p w14:paraId="46A5C801" w14:textId="77777777"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14:paraId="60F6B889" w14:textId="77777777"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14:paraId="7412485E" w14:textId="77777777"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14:paraId="7C6F2DDD" w14:textId="77777777"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14:paraId="503F70E5" w14:textId="77777777"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14:paraId="2CDAD38A" w14:textId="77777777"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14:paraId="61F22082" w14:textId="77777777" w:rsidR="008F4F96" w:rsidRPr="00C81E6D" w:rsidRDefault="008F4F96" w:rsidP="00C81E6D">
      <w:pPr>
        <w:ind w:left="792"/>
        <w:jc w:val="both"/>
        <w:rPr>
          <w:rFonts w:cs="Arial"/>
          <w:szCs w:val="18"/>
        </w:rPr>
      </w:pPr>
      <w:r w:rsidRPr="00C81E6D">
        <w:rPr>
          <w:rFonts w:cs="Arial"/>
          <w:bCs/>
          <w:szCs w:val="18"/>
        </w:rPr>
        <w:t>Dane zwykłe:</w:t>
      </w:r>
    </w:p>
    <w:p w14:paraId="20D61117" w14:textId="77777777"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14:paraId="4F5A6E7B" w14:textId="77777777"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14:paraId="5B4D3754" w14:textId="77777777" w:rsidR="008F4F96" w:rsidRPr="00C81E6D" w:rsidRDefault="008F4F96" w:rsidP="00C81E6D">
      <w:pPr>
        <w:numPr>
          <w:ilvl w:val="0"/>
          <w:numId w:val="10"/>
        </w:numPr>
        <w:jc w:val="both"/>
        <w:rPr>
          <w:rFonts w:cs="Arial"/>
          <w:szCs w:val="18"/>
        </w:rPr>
      </w:pPr>
      <w:r w:rsidRPr="00C81E6D">
        <w:rPr>
          <w:rFonts w:cs="Arial"/>
          <w:szCs w:val="18"/>
        </w:rPr>
        <w:t xml:space="preserve">adres e-mail </w:t>
      </w:r>
    </w:p>
    <w:p w14:paraId="3C5078C4" w14:textId="77777777" w:rsidR="008F4F96" w:rsidRPr="00C81E6D" w:rsidRDefault="008F4F96" w:rsidP="00C81E6D">
      <w:pPr>
        <w:numPr>
          <w:ilvl w:val="0"/>
          <w:numId w:val="10"/>
        </w:numPr>
        <w:jc w:val="both"/>
        <w:rPr>
          <w:rFonts w:cs="Arial"/>
          <w:szCs w:val="18"/>
        </w:rPr>
      </w:pPr>
      <w:r w:rsidRPr="00C81E6D">
        <w:rPr>
          <w:rFonts w:cs="Arial"/>
          <w:szCs w:val="18"/>
        </w:rPr>
        <w:t xml:space="preserve">adres IP </w:t>
      </w:r>
    </w:p>
    <w:p w14:paraId="7635DC94" w14:textId="77777777" w:rsidR="008F4F96" w:rsidRPr="00C81E6D" w:rsidRDefault="008F4F96" w:rsidP="00C81E6D">
      <w:pPr>
        <w:numPr>
          <w:ilvl w:val="0"/>
          <w:numId w:val="10"/>
        </w:numPr>
        <w:jc w:val="both"/>
        <w:rPr>
          <w:rFonts w:cs="Arial"/>
          <w:szCs w:val="18"/>
        </w:rPr>
      </w:pPr>
      <w:r w:rsidRPr="00C81E6D">
        <w:rPr>
          <w:rFonts w:cs="Arial"/>
          <w:szCs w:val="18"/>
        </w:rPr>
        <w:t>numery telefonów</w:t>
      </w:r>
    </w:p>
    <w:p w14:paraId="0B5C10C1" w14:textId="77777777" w:rsidR="008F4F96" w:rsidRPr="00C81E6D" w:rsidRDefault="008F4F96" w:rsidP="00C81E6D">
      <w:pPr>
        <w:numPr>
          <w:ilvl w:val="0"/>
          <w:numId w:val="10"/>
        </w:numPr>
        <w:jc w:val="both"/>
        <w:rPr>
          <w:rFonts w:cs="Arial"/>
          <w:szCs w:val="18"/>
        </w:rPr>
      </w:pPr>
      <w:r w:rsidRPr="00C81E6D">
        <w:rPr>
          <w:rFonts w:cs="Arial"/>
          <w:szCs w:val="18"/>
        </w:rPr>
        <w:t>adres zamieszkania</w:t>
      </w:r>
    </w:p>
    <w:p w14:paraId="65FB80AC" w14:textId="77777777" w:rsidR="008F4F96" w:rsidRPr="00C81E6D" w:rsidRDefault="008F4F96" w:rsidP="00C81E6D">
      <w:pPr>
        <w:numPr>
          <w:ilvl w:val="0"/>
          <w:numId w:val="10"/>
        </w:numPr>
        <w:jc w:val="both"/>
        <w:rPr>
          <w:rFonts w:cs="Arial"/>
          <w:szCs w:val="18"/>
        </w:rPr>
      </w:pPr>
      <w:r w:rsidRPr="00C81E6D">
        <w:rPr>
          <w:rFonts w:cs="Arial"/>
          <w:szCs w:val="18"/>
        </w:rPr>
        <w:t>data urodzenia</w:t>
      </w:r>
    </w:p>
    <w:p w14:paraId="7C84280A" w14:textId="77777777" w:rsidR="008F4F96" w:rsidRPr="00C81E6D" w:rsidRDefault="008F4F96" w:rsidP="00C81E6D">
      <w:pPr>
        <w:numPr>
          <w:ilvl w:val="0"/>
          <w:numId w:val="10"/>
        </w:numPr>
        <w:jc w:val="both"/>
        <w:rPr>
          <w:rFonts w:cs="Arial"/>
          <w:szCs w:val="18"/>
        </w:rPr>
      </w:pPr>
      <w:r w:rsidRPr="00C81E6D">
        <w:rPr>
          <w:rFonts w:cs="Arial"/>
          <w:szCs w:val="18"/>
        </w:rPr>
        <w:t>NIP</w:t>
      </w:r>
    </w:p>
    <w:p w14:paraId="7500F480" w14:textId="77777777"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14:paraId="40B0CFDB" w14:textId="77777777"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14:paraId="5A22DA0D" w14:textId="77777777"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14:paraId="0614083B" w14:textId="77777777" w:rsidR="008F4F96" w:rsidRDefault="008F4F96" w:rsidP="00C81E6D">
      <w:pPr>
        <w:jc w:val="center"/>
        <w:rPr>
          <w:rFonts w:eastAsiaTheme="minorHAnsi" w:cs="Arial"/>
          <w:b/>
          <w:szCs w:val="18"/>
          <w:lang w:eastAsia="en-US"/>
        </w:rPr>
      </w:pPr>
    </w:p>
    <w:p w14:paraId="498C7B4D" w14:textId="77777777" w:rsidR="008F4F96" w:rsidRDefault="008F4F96" w:rsidP="00C81E6D">
      <w:pPr>
        <w:jc w:val="center"/>
        <w:rPr>
          <w:rFonts w:eastAsiaTheme="minorHAnsi" w:cs="Arial"/>
          <w:b/>
          <w:szCs w:val="18"/>
          <w:lang w:eastAsia="en-US"/>
        </w:rPr>
      </w:pPr>
    </w:p>
    <w:p w14:paraId="2D6317D5" w14:textId="77777777" w:rsidR="008F4F96" w:rsidRPr="00C81E6D" w:rsidRDefault="008F4F96" w:rsidP="00C81E6D">
      <w:pPr>
        <w:jc w:val="center"/>
        <w:rPr>
          <w:rFonts w:eastAsiaTheme="minorHAnsi" w:cs="Arial"/>
          <w:b/>
          <w:szCs w:val="18"/>
          <w:lang w:eastAsia="en-US"/>
        </w:rPr>
      </w:pPr>
    </w:p>
    <w:p w14:paraId="4D961E92"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14:paraId="131F98DD" w14:textId="77777777" w:rsidR="008F4F96" w:rsidRPr="00C81E6D" w:rsidRDefault="008F4F96" w:rsidP="00C81E6D">
      <w:pPr>
        <w:jc w:val="center"/>
        <w:rPr>
          <w:rFonts w:eastAsiaTheme="minorHAnsi" w:cs="Arial"/>
          <w:b/>
          <w:szCs w:val="18"/>
          <w:lang w:eastAsia="en-US"/>
        </w:rPr>
      </w:pPr>
    </w:p>
    <w:p w14:paraId="3E381740" w14:textId="77777777"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14:paraId="08E0B83D" w14:textId="77777777"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14:paraId="3008A24D" w14:textId="77777777"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14:paraId="564728E8" w14:textId="77777777"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14:paraId="02F92A52" w14:textId="77777777"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14:paraId="2BD93DB1" w14:textId="77777777"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14:paraId="48208818" w14:textId="77777777" w:rsidR="008F4F96" w:rsidRPr="00C81E6D" w:rsidRDefault="008F4F96" w:rsidP="00C81E6D">
      <w:pPr>
        <w:jc w:val="center"/>
        <w:rPr>
          <w:rFonts w:eastAsiaTheme="minorHAnsi" w:cs="Arial"/>
          <w:b/>
          <w:szCs w:val="18"/>
          <w:lang w:eastAsia="en-US"/>
        </w:rPr>
      </w:pPr>
    </w:p>
    <w:p w14:paraId="2311D491"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14:paraId="7E147BF7" w14:textId="77777777" w:rsidR="008F4F96" w:rsidRPr="00C81E6D" w:rsidRDefault="008F4F96" w:rsidP="00C81E6D">
      <w:pPr>
        <w:jc w:val="center"/>
        <w:rPr>
          <w:rFonts w:eastAsiaTheme="minorHAnsi" w:cs="Arial"/>
          <w:b/>
          <w:szCs w:val="18"/>
          <w:lang w:eastAsia="en-US"/>
        </w:rPr>
      </w:pPr>
    </w:p>
    <w:p w14:paraId="72E4A2E5" w14:textId="77777777"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14:paraId="484A283F" w14:textId="77777777"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14:paraId="5FF6D8DE" w14:textId="77777777"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14:paraId="1BEAB0A4" w14:textId="77777777"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14:paraId="15873DF3" w14:textId="77777777"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14:paraId="006059DD" w14:textId="77777777"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14:paraId="0B642AD0" w14:textId="77777777"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14:paraId="1CCB1188" w14:textId="77777777"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14:paraId="356C5774" w14:textId="77777777"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14:paraId="1863CB8E" w14:textId="77777777"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14:paraId="4784D09D" w14:textId="77777777"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14:paraId="4D44028F" w14:textId="77777777"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14:paraId="4522F487" w14:textId="77777777" w:rsidR="008F4F96" w:rsidRPr="00C81E6D" w:rsidRDefault="008F4F96" w:rsidP="007E14B2">
      <w:pPr>
        <w:ind w:left="792"/>
        <w:jc w:val="both"/>
        <w:rPr>
          <w:rFonts w:cs="Arial"/>
          <w:szCs w:val="18"/>
        </w:rPr>
      </w:pPr>
    </w:p>
    <w:p w14:paraId="690BAAF1" w14:textId="77777777"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14:paraId="7FA9DFD3" w14:textId="77777777"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32FCA0A8" w14:textId="77777777"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14:paraId="20AC2260" w14:textId="77777777"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14:paraId="06AF9272" w14:textId="77777777"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1891E387" w14:textId="77777777"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14:paraId="2FD269CA" w14:textId="77777777" w:rsidR="008F4F96" w:rsidRDefault="008F4F96" w:rsidP="00C81E6D">
      <w:pPr>
        <w:jc w:val="center"/>
        <w:rPr>
          <w:rFonts w:eastAsiaTheme="minorHAnsi" w:cs="Arial"/>
          <w:b/>
          <w:szCs w:val="18"/>
          <w:lang w:eastAsia="en-US"/>
        </w:rPr>
      </w:pPr>
    </w:p>
    <w:p w14:paraId="3631499E"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14:paraId="1BE20712" w14:textId="77777777" w:rsidR="008F4F96" w:rsidRPr="00C81E6D" w:rsidRDefault="008F4F96" w:rsidP="00C81E6D">
      <w:pPr>
        <w:jc w:val="center"/>
        <w:rPr>
          <w:rFonts w:eastAsiaTheme="minorHAnsi" w:cs="Arial"/>
          <w:b/>
          <w:szCs w:val="18"/>
          <w:lang w:eastAsia="en-US"/>
        </w:rPr>
      </w:pPr>
    </w:p>
    <w:p w14:paraId="4935FAC1" w14:textId="77777777"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14:paraId="36E1A750" w14:textId="77777777" w:rsidR="008F4F96" w:rsidRDefault="008F4F96" w:rsidP="00C81E6D">
      <w:pPr>
        <w:jc w:val="center"/>
        <w:rPr>
          <w:rFonts w:eastAsiaTheme="minorHAnsi" w:cs="Arial"/>
          <w:b/>
          <w:szCs w:val="18"/>
          <w:lang w:eastAsia="en-US"/>
        </w:rPr>
      </w:pPr>
    </w:p>
    <w:p w14:paraId="09DC82CE"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14:paraId="6B92CB09" w14:textId="77777777" w:rsidR="008F4F96" w:rsidRPr="00C81E6D" w:rsidRDefault="008F4F96" w:rsidP="00C81E6D">
      <w:pPr>
        <w:jc w:val="center"/>
        <w:rPr>
          <w:rFonts w:eastAsiaTheme="minorHAnsi" w:cs="Arial"/>
          <w:b/>
          <w:szCs w:val="18"/>
          <w:lang w:eastAsia="en-US"/>
        </w:rPr>
      </w:pPr>
    </w:p>
    <w:p w14:paraId="79840CEE" w14:textId="77777777"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14:paraId="59F0FF9E" w14:textId="77777777"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14:paraId="0D8B45AA" w14:textId="77777777" w:rsidR="008F4F96" w:rsidRDefault="008F4F96" w:rsidP="00C81E6D">
      <w:pPr>
        <w:jc w:val="center"/>
        <w:rPr>
          <w:rFonts w:eastAsiaTheme="minorHAnsi" w:cs="Arial"/>
          <w:b/>
          <w:szCs w:val="18"/>
          <w:lang w:eastAsia="en-US"/>
        </w:rPr>
      </w:pPr>
    </w:p>
    <w:p w14:paraId="32FC4880"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14:paraId="137623C1" w14:textId="77777777" w:rsidR="008F4F96" w:rsidRPr="00C81E6D" w:rsidRDefault="008F4F96" w:rsidP="00C81E6D">
      <w:pPr>
        <w:jc w:val="center"/>
        <w:rPr>
          <w:rFonts w:eastAsiaTheme="minorHAnsi" w:cs="Arial"/>
          <w:b/>
          <w:szCs w:val="18"/>
          <w:lang w:eastAsia="en-US"/>
        </w:rPr>
      </w:pPr>
    </w:p>
    <w:p w14:paraId="36466101" w14:textId="77777777"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14:paraId="45043E8D" w14:textId="77777777"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14:paraId="4EE0833C" w14:textId="77777777" w:rsidR="008F4F96" w:rsidRDefault="008F4F96" w:rsidP="00C81E6D">
      <w:pPr>
        <w:jc w:val="center"/>
        <w:rPr>
          <w:rFonts w:eastAsiaTheme="minorHAnsi" w:cs="Arial"/>
          <w:b/>
          <w:szCs w:val="18"/>
          <w:lang w:eastAsia="en-US"/>
        </w:rPr>
      </w:pPr>
    </w:p>
    <w:p w14:paraId="161770BD"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14:paraId="1C4CB145" w14:textId="77777777" w:rsidR="008F4F96" w:rsidRPr="00C81E6D" w:rsidRDefault="008F4F96" w:rsidP="00C81E6D">
      <w:pPr>
        <w:jc w:val="center"/>
        <w:rPr>
          <w:rFonts w:eastAsiaTheme="minorHAnsi" w:cs="Arial"/>
          <w:b/>
          <w:szCs w:val="18"/>
          <w:lang w:eastAsia="en-US"/>
        </w:rPr>
      </w:pPr>
    </w:p>
    <w:p w14:paraId="453956CB" w14:textId="77777777"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14:paraId="43C38276" w14:textId="77777777"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14:paraId="3E70C51B" w14:textId="77777777" w:rsidR="008F4F96" w:rsidRDefault="008F4F96" w:rsidP="00C81E6D">
      <w:pPr>
        <w:jc w:val="center"/>
        <w:rPr>
          <w:rFonts w:eastAsiaTheme="minorHAnsi" w:cs="Arial"/>
          <w:b/>
          <w:szCs w:val="18"/>
          <w:lang w:eastAsia="en-US"/>
        </w:rPr>
      </w:pPr>
    </w:p>
    <w:p w14:paraId="0746674B" w14:textId="77777777" w:rsidR="008F4F96" w:rsidRDefault="008F4F96" w:rsidP="00C81E6D">
      <w:pPr>
        <w:jc w:val="center"/>
        <w:rPr>
          <w:rFonts w:eastAsiaTheme="minorHAnsi" w:cs="Arial"/>
          <w:b/>
          <w:szCs w:val="18"/>
          <w:lang w:eastAsia="en-US"/>
        </w:rPr>
      </w:pPr>
    </w:p>
    <w:p w14:paraId="32F54A7D"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14:paraId="073777A1" w14:textId="77777777" w:rsidR="008F4F96" w:rsidRPr="00C81E6D" w:rsidRDefault="008F4F96" w:rsidP="00C81E6D">
      <w:pPr>
        <w:jc w:val="center"/>
        <w:rPr>
          <w:rFonts w:eastAsiaTheme="minorHAnsi" w:cs="Arial"/>
          <w:b/>
          <w:szCs w:val="18"/>
          <w:lang w:eastAsia="en-US"/>
        </w:rPr>
      </w:pPr>
    </w:p>
    <w:p w14:paraId="75F50346" w14:textId="77777777"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14:paraId="538B7F94" w14:textId="77777777"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 xml:space="preserve">rawujących nadzór nad </w:t>
      </w:r>
      <w:proofErr w:type="spellStart"/>
      <w:r w:rsidR="00F61F20">
        <w:rPr>
          <w:rFonts w:cs="Arial"/>
          <w:szCs w:val="18"/>
        </w:rPr>
        <w:t>realzizcją</w:t>
      </w:r>
      <w:proofErr w:type="spellEnd"/>
      <w:r w:rsidRPr="00E536B1">
        <w:rPr>
          <w:rFonts w:cs="Arial"/>
          <w:szCs w:val="18"/>
        </w:rPr>
        <w:t xml:space="preserve"> umowy podsta</w:t>
      </w:r>
      <w:r>
        <w:rPr>
          <w:rFonts w:cs="Arial"/>
          <w:szCs w:val="18"/>
        </w:rPr>
        <w:t>wowej.</w:t>
      </w:r>
    </w:p>
    <w:p w14:paraId="29AA2104" w14:textId="77777777"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14:paraId="7EC15E88" w14:textId="77777777" w:rsidR="008F4F96" w:rsidRPr="00C81E6D" w:rsidRDefault="008F4F96" w:rsidP="00C81E6D">
      <w:pPr>
        <w:ind w:left="788"/>
        <w:jc w:val="both"/>
        <w:rPr>
          <w:rFonts w:cs="Arial"/>
          <w:szCs w:val="18"/>
        </w:rPr>
      </w:pPr>
    </w:p>
    <w:p w14:paraId="5B547D91"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14:paraId="53620EBF" w14:textId="77777777" w:rsidR="008F4F96" w:rsidRPr="00C81E6D" w:rsidRDefault="008F4F96" w:rsidP="00C81E6D">
      <w:pPr>
        <w:jc w:val="center"/>
        <w:rPr>
          <w:rFonts w:eastAsiaTheme="minorHAnsi" w:cs="Arial"/>
          <w:b/>
          <w:szCs w:val="18"/>
          <w:lang w:eastAsia="en-US"/>
        </w:rPr>
      </w:pPr>
    </w:p>
    <w:p w14:paraId="73DCA4E1" w14:textId="77777777"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14:paraId="72AE305D" w14:textId="77777777"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14:paraId="1F825DE4" w14:textId="77777777"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14:paraId="6758C247" w14:textId="77777777" w:rsidR="008F4F96" w:rsidRDefault="008F4F96" w:rsidP="00C81E6D">
      <w:pPr>
        <w:jc w:val="center"/>
        <w:rPr>
          <w:rFonts w:eastAsiaTheme="minorHAnsi" w:cs="Arial"/>
          <w:b/>
          <w:szCs w:val="18"/>
          <w:lang w:eastAsia="en-US"/>
        </w:rPr>
      </w:pPr>
    </w:p>
    <w:p w14:paraId="5321FE73"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14:paraId="5A2B67C1" w14:textId="77777777" w:rsidR="008F4F96" w:rsidRPr="00C81E6D" w:rsidRDefault="008F4F96" w:rsidP="00C81E6D">
      <w:pPr>
        <w:jc w:val="center"/>
        <w:rPr>
          <w:rFonts w:eastAsiaTheme="minorHAnsi" w:cs="Arial"/>
          <w:b/>
          <w:szCs w:val="18"/>
          <w:lang w:eastAsia="en-US"/>
        </w:rPr>
      </w:pPr>
    </w:p>
    <w:p w14:paraId="4E38391E" w14:textId="77777777"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14:paraId="5DF42437" w14:textId="77777777"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14:paraId="7A1E3688" w14:textId="77777777"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14:paraId="741EF677" w14:textId="77777777" w:rsidR="008F4F96" w:rsidRDefault="008F4F96" w:rsidP="00C81E6D">
      <w:pPr>
        <w:jc w:val="center"/>
        <w:rPr>
          <w:rFonts w:eastAsiaTheme="minorHAnsi" w:cs="Arial"/>
          <w:b/>
          <w:szCs w:val="18"/>
          <w:lang w:eastAsia="en-US"/>
        </w:rPr>
      </w:pPr>
    </w:p>
    <w:p w14:paraId="62E22532"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14:paraId="18B9D3A5" w14:textId="77777777" w:rsidR="008F4F96" w:rsidRPr="00C81E6D" w:rsidRDefault="008F4F96" w:rsidP="00C81E6D">
      <w:pPr>
        <w:jc w:val="center"/>
        <w:rPr>
          <w:rFonts w:eastAsiaTheme="minorHAnsi" w:cs="Arial"/>
          <w:b/>
          <w:szCs w:val="18"/>
          <w:lang w:eastAsia="en-US"/>
        </w:rPr>
      </w:pPr>
    </w:p>
    <w:p w14:paraId="2BF92AAC" w14:textId="77777777"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14:paraId="10E6D823" w14:textId="77777777"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14:paraId="02FE6D6B" w14:textId="77777777" w:rsidR="008F4F96" w:rsidRDefault="008F4F96" w:rsidP="00C81E6D">
      <w:pPr>
        <w:jc w:val="center"/>
        <w:rPr>
          <w:rFonts w:eastAsiaTheme="minorHAnsi" w:cs="Arial"/>
          <w:b/>
          <w:szCs w:val="18"/>
          <w:lang w:eastAsia="en-US"/>
        </w:rPr>
      </w:pPr>
    </w:p>
    <w:p w14:paraId="75B845E9"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14:paraId="395EE3A6" w14:textId="77777777"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14:paraId="0850265C" w14:textId="77777777"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14:paraId="05DC3CBD" w14:textId="77777777"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14:paraId="6D12E3AB" w14:textId="77777777"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14:paraId="08B4FC21" w14:textId="77777777"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14:paraId="22392BC6" w14:textId="77777777"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14:paraId="0650FDBC" w14:textId="77777777"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14:paraId="6C22CE9D" w14:textId="77777777"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14:paraId="0E5D5B84" w14:textId="77777777"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14:paraId="2E8CA1CF" w14:textId="77777777" w:rsidR="008F4F96" w:rsidRDefault="008F4F96" w:rsidP="00C81E6D">
      <w:pPr>
        <w:jc w:val="center"/>
        <w:rPr>
          <w:rFonts w:eastAsiaTheme="minorHAnsi" w:cs="Arial"/>
          <w:b/>
          <w:szCs w:val="18"/>
          <w:lang w:eastAsia="en-US"/>
        </w:rPr>
      </w:pPr>
    </w:p>
    <w:p w14:paraId="64284748"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14:paraId="78438120" w14:textId="77777777" w:rsidR="008F4F96" w:rsidRPr="00C81E6D" w:rsidRDefault="008F4F96" w:rsidP="00C81E6D">
      <w:pPr>
        <w:jc w:val="center"/>
        <w:rPr>
          <w:rFonts w:eastAsiaTheme="minorHAnsi" w:cs="Arial"/>
          <w:b/>
          <w:szCs w:val="18"/>
          <w:lang w:eastAsia="en-US"/>
        </w:rPr>
      </w:pPr>
    </w:p>
    <w:p w14:paraId="50BD9F03" w14:textId="77777777"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14:paraId="158A0FA2" w14:textId="77777777"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14:paraId="6C866FA6" w14:textId="77777777"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14:paraId="7C761D2D" w14:textId="77777777"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14:paraId="5A4A3A83" w14:textId="77777777"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14:paraId="6CB39478" w14:textId="77777777"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14:paraId="4053BA7A" w14:textId="77777777"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14:paraId="6725AFF6" w14:textId="77777777"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14:paraId="2BDC61CF" w14:textId="77777777"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14:paraId="40A11C30" w14:textId="77777777"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14:paraId="7FC33D0B" w14:textId="77777777"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14:paraId="0009C683" w14:textId="77777777" w:rsidR="008F4F96" w:rsidRDefault="008F4F96" w:rsidP="00C81E6D">
      <w:pPr>
        <w:jc w:val="center"/>
        <w:rPr>
          <w:rFonts w:eastAsiaTheme="minorHAnsi" w:cs="Arial"/>
          <w:b/>
          <w:szCs w:val="18"/>
          <w:lang w:eastAsia="en-US"/>
        </w:rPr>
      </w:pPr>
    </w:p>
    <w:p w14:paraId="12113847"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14:paraId="39A8C779" w14:textId="77777777" w:rsidR="008F4F96" w:rsidRPr="00C81E6D" w:rsidRDefault="008F4F96" w:rsidP="00C81E6D">
      <w:pPr>
        <w:jc w:val="center"/>
        <w:rPr>
          <w:rFonts w:eastAsiaTheme="minorHAnsi" w:cs="Arial"/>
          <w:b/>
          <w:szCs w:val="18"/>
          <w:lang w:eastAsia="en-US"/>
        </w:rPr>
      </w:pPr>
    </w:p>
    <w:p w14:paraId="1AF93FA0" w14:textId="77777777"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14:paraId="670A9625" w14:textId="77777777" w:rsidR="008F4F96" w:rsidRDefault="008F4F96" w:rsidP="00C81E6D">
      <w:pPr>
        <w:jc w:val="center"/>
        <w:rPr>
          <w:rFonts w:eastAsiaTheme="minorHAnsi" w:cs="Arial"/>
          <w:b/>
          <w:szCs w:val="18"/>
          <w:lang w:eastAsia="en-US"/>
        </w:rPr>
      </w:pPr>
    </w:p>
    <w:p w14:paraId="1C2EEC0D" w14:textId="77777777"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14:paraId="4F2263B2" w14:textId="77777777" w:rsidR="008F4F96" w:rsidRPr="00C81E6D" w:rsidRDefault="008F4F96" w:rsidP="00C81E6D">
      <w:pPr>
        <w:jc w:val="center"/>
        <w:rPr>
          <w:rFonts w:eastAsiaTheme="minorHAnsi" w:cs="Arial"/>
          <w:b/>
          <w:szCs w:val="18"/>
          <w:lang w:eastAsia="en-US"/>
        </w:rPr>
      </w:pPr>
    </w:p>
    <w:p w14:paraId="75578D9C" w14:textId="77777777"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14:paraId="3AE093BB" w14:textId="77777777"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14:paraId="549042BA" w14:textId="77777777"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14:paraId="3D5CB296" w14:textId="77777777"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14:paraId="283BF63E" w14:textId="77777777"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14:paraId="1F626285" w14:textId="77777777"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14:paraId="1C6A526C" w14:textId="77777777" w:rsidR="008F4F96" w:rsidRPr="00C81E6D" w:rsidRDefault="008F4F96" w:rsidP="00C81E6D">
      <w:pPr>
        <w:jc w:val="both"/>
        <w:rPr>
          <w:rFonts w:eastAsiaTheme="minorHAnsi" w:cs="Arial"/>
          <w:szCs w:val="18"/>
          <w:lang w:eastAsia="en-US"/>
        </w:rPr>
      </w:pPr>
    </w:p>
    <w:p w14:paraId="35E8C55D" w14:textId="77777777" w:rsidR="008F4F96" w:rsidRDefault="008F4F96">
      <w:pPr>
        <w:rPr>
          <w:rFonts w:eastAsiaTheme="minorHAnsi" w:cs="Arial"/>
          <w:b/>
          <w:szCs w:val="18"/>
          <w:lang w:eastAsia="en-US"/>
        </w:rPr>
      </w:pPr>
      <w:r>
        <w:rPr>
          <w:rFonts w:eastAsiaTheme="minorHAnsi" w:cs="Arial"/>
          <w:b/>
          <w:szCs w:val="18"/>
          <w:lang w:eastAsia="en-US"/>
        </w:rPr>
        <w:br w:type="page"/>
      </w:r>
    </w:p>
    <w:p w14:paraId="3DE8493E" w14:textId="77777777"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14:paraId="134E9BCE" w14:textId="77777777"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14:paraId="49BBDDDD" w14:textId="77777777"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14:paraId="473B51AF" w14:textId="77777777"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14:paraId="49B97DB7" w14:textId="77777777" w:rsidR="008F4F96" w:rsidRPr="00C81E6D" w:rsidRDefault="008F4F96" w:rsidP="00C81E6D">
      <w:pPr>
        <w:rPr>
          <w:rFonts w:eastAsiaTheme="minorHAnsi" w:cs="Arial"/>
          <w:b/>
          <w:szCs w:val="18"/>
          <w:lang w:eastAsia="en-US"/>
        </w:rPr>
      </w:pPr>
    </w:p>
    <w:p w14:paraId="6C18B8D5" w14:textId="77777777" w:rsidR="008F4F96" w:rsidRDefault="008F4F96" w:rsidP="00C81E6D">
      <w:pPr>
        <w:ind w:firstLine="708"/>
        <w:rPr>
          <w:rFonts w:eastAsiaTheme="minorHAnsi" w:cs="Arial"/>
          <w:b/>
          <w:szCs w:val="18"/>
          <w:lang w:eastAsia="en-US"/>
        </w:rPr>
      </w:pPr>
    </w:p>
    <w:p w14:paraId="0B77BE0A" w14:textId="77777777" w:rsidR="008F4F96" w:rsidRDefault="008F4F96" w:rsidP="00C81E6D">
      <w:pPr>
        <w:ind w:firstLine="708"/>
        <w:rPr>
          <w:rFonts w:eastAsiaTheme="minorHAnsi" w:cs="Arial"/>
          <w:b/>
          <w:szCs w:val="18"/>
          <w:lang w:eastAsia="en-US"/>
        </w:rPr>
      </w:pPr>
    </w:p>
    <w:p w14:paraId="0BC24673" w14:textId="77777777"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14:paraId="371561D3" w14:textId="77777777" w:rsidR="008F4F96" w:rsidRPr="00C81E6D" w:rsidRDefault="008F4F96" w:rsidP="00C81E6D">
      <w:pPr>
        <w:ind w:firstLine="708"/>
        <w:rPr>
          <w:rFonts w:eastAsia="Calibri" w:cs="Arial"/>
          <w:b/>
          <w:szCs w:val="18"/>
          <w:lang w:eastAsia="en-US"/>
        </w:rPr>
      </w:pPr>
    </w:p>
    <w:p w14:paraId="4A56B065" w14:textId="77777777" w:rsidR="008F4F96" w:rsidRPr="00C81E6D" w:rsidRDefault="008F4F96" w:rsidP="00C81E6D">
      <w:pPr>
        <w:ind w:firstLine="708"/>
        <w:rPr>
          <w:rFonts w:eastAsia="Calibri" w:cs="Arial"/>
          <w:b/>
          <w:szCs w:val="18"/>
          <w:lang w:eastAsia="en-US"/>
        </w:rPr>
      </w:pPr>
    </w:p>
    <w:p w14:paraId="7AB9FD3C" w14:textId="77777777" w:rsidR="008F4F96" w:rsidRDefault="008F4F96" w:rsidP="00C81E6D">
      <w:pPr>
        <w:ind w:firstLine="708"/>
        <w:rPr>
          <w:rFonts w:eastAsia="Calibri" w:cs="Arial"/>
          <w:szCs w:val="18"/>
          <w:lang w:eastAsia="en-US"/>
        </w:rPr>
      </w:pPr>
    </w:p>
    <w:p w14:paraId="4C34F23D" w14:textId="77777777" w:rsidR="008F4F96" w:rsidRDefault="008F4F96" w:rsidP="00C81E6D">
      <w:pPr>
        <w:ind w:firstLine="708"/>
        <w:rPr>
          <w:rFonts w:eastAsia="Calibri" w:cs="Arial"/>
          <w:szCs w:val="18"/>
          <w:lang w:eastAsia="en-US"/>
        </w:rPr>
      </w:pPr>
    </w:p>
    <w:p w14:paraId="263DE95A" w14:textId="77777777" w:rsidR="008F4F96" w:rsidRDefault="008F4F96" w:rsidP="00C81E6D">
      <w:pPr>
        <w:ind w:firstLine="708"/>
        <w:rPr>
          <w:rFonts w:eastAsia="Calibri" w:cs="Arial"/>
          <w:szCs w:val="18"/>
          <w:lang w:eastAsia="en-US"/>
        </w:rPr>
      </w:pPr>
    </w:p>
    <w:p w14:paraId="302DD758" w14:textId="77777777"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14:paraId="69AB26E7" w14:textId="77777777" w:rsidR="008F4F96" w:rsidRPr="00C81E6D" w:rsidRDefault="008F4F96" w:rsidP="00C81E6D">
      <w:pPr>
        <w:ind w:firstLine="708"/>
        <w:rPr>
          <w:rFonts w:eastAsia="Calibri" w:cs="Arial"/>
          <w:b/>
          <w:szCs w:val="18"/>
          <w:lang w:eastAsia="en-US"/>
        </w:rPr>
      </w:pPr>
    </w:p>
    <w:p w14:paraId="6600673F" w14:textId="77777777" w:rsidR="008F4F96" w:rsidRPr="00C81E6D" w:rsidRDefault="008F4F96" w:rsidP="00C81E6D">
      <w:pPr>
        <w:ind w:firstLine="708"/>
        <w:rPr>
          <w:rFonts w:eastAsia="Calibri" w:cs="Arial"/>
          <w:b/>
          <w:szCs w:val="18"/>
          <w:lang w:eastAsia="en-US"/>
        </w:rPr>
      </w:pPr>
    </w:p>
    <w:p w14:paraId="3885DB57" w14:textId="77777777" w:rsidR="008F4F96" w:rsidRPr="00C81E6D" w:rsidRDefault="008F4F96" w:rsidP="00C81E6D">
      <w:pPr>
        <w:ind w:firstLine="708"/>
        <w:rPr>
          <w:rFonts w:eastAsia="Calibri" w:cs="Arial"/>
          <w:b/>
          <w:szCs w:val="18"/>
          <w:lang w:eastAsia="en-US"/>
        </w:rPr>
      </w:pPr>
    </w:p>
    <w:p w14:paraId="023C7153" w14:textId="77777777" w:rsidR="008F4F96" w:rsidRPr="00C81E6D" w:rsidRDefault="008F4F96" w:rsidP="00C81E6D">
      <w:pPr>
        <w:ind w:firstLine="708"/>
        <w:rPr>
          <w:rFonts w:eastAsia="Calibri" w:cs="Arial"/>
          <w:b/>
          <w:szCs w:val="18"/>
          <w:lang w:eastAsia="en-US"/>
        </w:rPr>
      </w:pPr>
    </w:p>
    <w:p w14:paraId="63D43306" w14:textId="77777777" w:rsidR="008F4F96" w:rsidRPr="00C81E6D" w:rsidRDefault="008F4F96" w:rsidP="00C81E6D">
      <w:pPr>
        <w:ind w:firstLine="708"/>
        <w:rPr>
          <w:rFonts w:eastAsia="Calibri" w:cs="Arial"/>
          <w:b/>
          <w:szCs w:val="18"/>
          <w:lang w:eastAsia="en-US"/>
        </w:rPr>
      </w:pPr>
    </w:p>
    <w:p w14:paraId="5EB65E06" w14:textId="77777777"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14:paraId="1541EBCB" w14:textId="77777777"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14:paraId="1CFF7588" w14:textId="77777777" w:rsidR="008F4F96" w:rsidRPr="004464F5" w:rsidRDefault="008F4F96" w:rsidP="00C81E6D">
      <w:pPr>
        <w:jc w:val="both"/>
        <w:rPr>
          <w:rFonts w:cs="Arial"/>
          <w:b/>
          <w:szCs w:val="18"/>
        </w:rPr>
      </w:pPr>
    </w:p>
    <w:p w14:paraId="0F4CB162" w14:textId="77777777" w:rsidR="008F4F96" w:rsidRDefault="008F4F96" w:rsidP="00C81E6D">
      <w:pPr>
        <w:jc w:val="both"/>
        <w:rPr>
          <w:rFonts w:cs="Arial"/>
          <w:b/>
          <w:szCs w:val="18"/>
        </w:rPr>
      </w:pPr>
      <w:r w:rsidRPr="004464F5">
        <w:rPr>
          <w:rFonts w:cs="Arial"/>
          <w:b/>
          <w:szCs w:val="18"/>
        </w:rPr>
        <w:t>Nazwa zadania:</w:t>
      </w:r>
    </w:p>
    <w:p w14:paraId="0C3DC150" w14:textId="77777777" w:rsidR="008F4F96" w:rsidRPr="006C794B" w:rsidRDefault="008F4F96" w:rsidP="00C81E6D">
      <w:pPr>
        <w:jc w:val="both"/>
        <w:rPr>
          <w:sz w:val="10"/>
          <w:szCs w:val="10"/>
        </w:rPr>
      </w:pPr>
    </w:p>
    <w:p w14:paraId="382DE331" w14:textId="77777777" w:rsidR="008F4F96" w:rsidRDefault="00821A02" w:rsidP="00C81E6D">
      <w:pPr>
        <w:rPr>
          <w:rFonts w:cs="Arial"/>
          <w:b/>
          <w:szCs w:val="18"/>
          <w:u w:val="single"/>
        </w:rPr>
      </w:pPr>
      <w:r w:rsidRPr="00C81E6D">
        <w:rPr>
          <w:rFonts w:eastAsiaTheme="minorHAnsi" w:cs="Arial"/>
          <w:szCs w:val="18"/>
          <w:lang w:eastAsia="en-US"/>
        </w:rPr>
        <w:t>...........................................................................................................................................</w:t>
      </w:r>
    </w:p>
    <w:p w14:paraId="5371B36E" w14:textId="77777777" w:rsidR="00821A02" w:rsidRPr="004464F5" w:rsidRDefault="00821A02" w:rsidP="00C81E6D">
      <w:pPr>
        <w:rPr>
          <w:rFonts w:cs="Arial"/>
          <w:b/>
          <w:szCs w:val="18"/>
          <w:u w:val="single"/>
        </w:rPr>
      </w:pPr>
    </w:p>
    <w:p w14:paraId="4BFD5AA0" w14:textId="77777777"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14:paraId="518A99E5" w14:textId="77777777"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14:paraId="4D3EC400" w14:textId="77777777" w:rsidR="00821A02" w:rsidRDefault="00821A02" w:rsidP="00C81E6D">
      <w:pPr>
        <w:jc w:val="center"/>
        <w:rPr>
          <w:rFonts w:cs="Arial"/>
          <w:b/>
          <w:color w:val="212121"/>
          <w:szCs w:val="18"/>
          <w:bdr w:val="none" w:sz="0" w:space="0" w:color="auto" w:frame="1"/>
        </w:rPr>
      </w:pPr>
    </w:p>
    <w:p w14:paraId="7BF21DB8" w14:textId="77777777" w:rsidR="00821A02" w:rsidRPr="006C794B" w:rsidRDefault="00821A02" w:rsidP="00821A02">
      <w:pPr>
        <w:rPr>
          <w:rFonts w:cs="Arial"/>
          <w:b/>
          <w:szCs w:val="18"/>
          <w:u w:val="single"/>
        </w:rPr>
      </w:pPr>
      <w:r w:rsidRPr="00C81E6D">
        <w:rPr>
          <w:rFonts w:eastAsiaTheme="minorHAnsi" w:cs="Arial"/>
          <w:szCs w:val="18"/>
          <w:lang w:eastAsia="en-US"/>
        </w:rPr>
        <w:t>...........................................................................................................................................</w:t>
      </w:r>
    </w:p>
    <w:p w14:paraId="126B275D" w14:textId="77777777" w:rsidR="008F4F96" w:rsidRDefault="008F4F96" w:rsidP="00C81E6D">
      <w:pPr>
        <w:rPr>
          <w:rFonts w:cs="Arial"/>
          <w:b/>
          <w:szCs w:val="18"/>
          <w:u w:val="single"/>
        </w:rPr>
      </w:pPr>
    </w:p>
    <w:p w14:paraId="33D1D6A7" w14:textId="77777777"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14:paraId="1424A388" w14:textId="77777777" w:rsidR="00821A02" w:rsidRDefault="00821A02" w:rsidP="006C794B">
      <w:pPr>
        <w:widowControl w:val="0"/>
        <w:adjustRightInd w:val="0"/>
        <w:jc w:val="both"/>
        <w:textAlignment w:val="baseline"/>
        <w:rPr>
          <w:rFonts w:eastAsiaTheme="minorHAnsi" w:cs="Arial"/>
          <w:szCs w:val="18"/>
          <w:lang w:eastAsia="en-US"/>
        </w:rPr>
      </w:pPr>
    </w:p>
    <w:p w14:paraId="5CA24A3B" w14:textId="77777777"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14:paraId="5906B19E" w14:textId="77777777" w:rsidR="008F4F96" w:rsidRDefault="008F4F96" w:rsidP="00C81E6D">
      <w:pPr>
        <w:rPr>
          <w:rFonts w:cs="Arial"/>
          <w:b/>
          <w:szCs w:val="18"/>
          <w:u w:val="single"/>
        </w:rPr>
      </w:pPr>
    </w:p>
    <w:p w14:paraId="70D8E1B9" w14:textId="77777777" w:rsidR="008F4F96" w:rsidRDefault="008F4F96" w:rsidP="00C81E6D">
      <w:pPr>
        <w:rPr>
          <w:rFonts w:cs="Arial"/>
          <w:b/>
          <w:szCs w:val="18"/>
          <w:u w:val="single"/>
        </w:rPr>
      </w:pPr>
    </w:p>
    <w:p w14:paraId="4B58628E" w14:textId="77777777"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14:paraId="18C9AE3E" w14:textId="77777777" w:rsidR="008F4F96" w:rsidRDefault="008F4F96" w:rsidP="00C81E6D">
      <w:pPr>
        <w:jc w:val="center"/>
        <w:rPr>
          <w:rFonts w:cs="Arial"/>
          <w:b/>
          <w:szCs w:val="18"/>
        </w:rPr>
      </w:pPr>
      <w:r w:rsidRPr="004464F5">
        <w:rPr>
          <w:rFonts w:cs="Arial"/>
          <w:b/>
          <w:szCs w:val="18"/>
        </w:rPr>
        <w:t>Wykaz Systemów Biorących Udział w Przetwarzaniu</w:t>
      </w:r>
    </w:p>
    <w:p w14:paraId="0C2E2D09" w14:textId="77777777"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14:paraId="408A8562" w14:textId="77777777" w:rsidTr="00C81E6D">
        <w:tc>
          <w:tcPr>
            <w:tcW w:w="534" w:type="dxa"/>
            <w:shd w:val="clear" w:color="auto" w:fill="auto"/>
          </w:tcPr>
          <w:p w14:paraId="628261B3" w14:textId="77777777"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14:paraId="3EEAE90B" w14:textId="77777777"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14:paraId="54FB1CBE" w14:textId="77777777" w:rsidR="008F4F96" w:rsidRPr="004464F5" w:rsidRDefault="008F4F96" w:rsidP="00C81E6D">
            <w:pPr>
              <w:jc w:val="center"/>
              <w:rPr>
                <w:rFonts w:cs="Arial"/>
                <w:szCs w:val="18"/>
              </w:rPr>
            </w:pPr>
            <w:r w:rsidRPr="004464F5">
              <w:rPr>
                <w:rFonts w:cs="Arial"/>
                <w:szCs w:val="18"/>
              </w:rPr>
              <w:t>Cel wykorzystania</w:t>
            </w:r>
          </w:p>
        </w:tc>
      </w:tr>
      <w:tr w:rsidR="008F4F96" w:rsidRPr="004464F5" w14:paraId="4D39FD3A" w14:textId="77777777" w:rsidTr="00C81E6D">
        <w:tc>
          <w:tcPr>
            <w:tcW w:w="534" w:type="dxa"/>
            <w:shd w:val="clear" w:color="auto" w:fill="auto"/>
          </w:tcPr>
          <w:p w14:paraId="1D2BCAB5" w14:textId="77777777"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14:paraId="340C4DE2" w14:textId="77777777"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14:paraId="57149F8E" w14:textId="77777777" w:rsidR="008F4F96" w:rsidRPr="004464F5" w:rsidRDefault="008F4F96" w:rsidP="00C81E6D">
            <w:pPr>
              <w:rPr>
                <w:rFonts w:cs="Arial"/>
                <w:b/>
                <w:szCs w:val="18"/>
              </w:rPr>
            </w:pPr>
            <w:r w:rsidRPr="004464F5">
              <w:rPr>
                <w:rFonts w:cs="Arial"/>
                <w:szCs w:val="18"/>
              </w:rPr>
              <w:t>Przetwarzanie danych</w:t>
            </w:r>
          </w:p>
        </w:tc>
      </w:tr>
      <w:tr w:rsidR="008F4F96" w:rsidRPr="004464F5" w14:paraId="05961DD4" w14:textId="77777777" w:rsidTr="00C81E6D">
        <w:tc>
          <w:tcPr>
            <w:tcW w:w="534" w:type="dxa"/>
            <w:shd w:val="clear" w:color="auto" w:fill="auto"/>
          </w:tcPr>
          <w:p w14:paraId="44B47076" w14:textId="77777777"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14:paraId="594B4944" w14:textId="77777777"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14:paraId="38468CD8" w14:textId="77777777" w:rsidR="008F4F96" w:rsidRPr="004464F5" w:rsidRDefault="008F4F96" w:rsidP="00C81E6D">
            <w:pPr>
              <w:rPr>
                <w:rFonts w:cs="Arial"/>
                <w:b/>
                <w:szCs w:val="18"/>
              </w:rPr>
            </w:pPr>
            <w:r w:rsidRPr="004464F5">
              <w:rPr>
                <w:rFonts w:cs="Arial"/>
                <w:szCs w:val="18"/>
              </w:rPr>
              <w:t>Przesyłanie danych</w:t>
            </w:r>
          </w:p>
        </w:tc>
      </w:tr>
      <w:tr w:rsidR="008F4F96" w:rsidRPr="004464F5" w14:paraId="75318421" w14:textId="77777777" w:rsidTr="00C81E6D">
        <w:tc>
          <w:tcPr>
            <w:tcW w:w="534" w:type="dxa"/>
            <w:shd w:val="clear" w:color="auto" w:fill="auto"/>
          </w:tcPr>
          <w:p w14:paraId="6B02FBF2" w14:textId="77777777" w:rsidR="008F4F96" w:rsidRPr="004464F5" w:rsidRDefault="008F4F96" w:rsidP="00C81E6D">
            <w:pPr>
              <w:jc w:val="center"/>
              <w:rPr>
                <w:szCs w:val="18"/>
              </w:rPr>
            </w:pPr>
            <w:r w:rsidRPr="004464F5">
              <w:rPr>
                <w:szCs w:val="18"/>
              </w:rPr>
              <w:t>3.</w:t>
            </w:r>
          </w:p>
        </w:tc>
        <w:tc>
          <w:tcPr>
            <w:tcW w:w="4252" w:type="dxa"/>
            <w:shd w:val="clear" w:color="auto" w:fill="auto"/>
          </w:tcPr>
          <w:p w14:paraId="6C885A03" w14:textId="77777777" w:rsidR="008F4F96" w:rsidRPr="004464F5" w:rsidRDefault="008F4F96" w:rsidP="00C81E6D">
            <w:pPr>
              <w:rPr>
                <w:b/>
                <w:szCs w:val="18"/>
              </w:rPr>
            </w:pPr>
          </w:p>
        </w:tc>
        <w:tc>
          <w:tcPr>
            <w:tcW w:w="4426" w:type="dxa"/>
            <w:shd w:val="clear" w:color="auto" w:fill="auto"/>
          </w:tcPr>
          <w:p w14:paraId="45F222E5" w14:textId="77777777" w:rsidR="008F4F96" w:rsidRPr="004464F5" w:rsidRDefault="008F4F96" w:rsidP="00C81E6D">
            <w:pPr>
              <w:rPr>
                <w:b/>
                <w:szCs w:val="18"/>
              </w:rPr>
            </w:pPr>
          </w:p>
        </w:tc>
      </w:tr>
      <w:tr w:rsidR="008F4F96" w:rsidRPr="004464F5" w14:paraId="2C4ADD95" w14:textId="77777777" w:rsidTr="00C81E6D">
        <w:tc>
          <w:tcPr>
            <w:tcW w:w="534" w:type="dxa"/>
            <w:shd w:val="clear" w:color="auto" w:fill="auto"/>
          </w:tcPr>
          <w:p w14:paraId="07A6D722" w14:textId="77777777" w:rsidR="008F4F96" w:rsidRPr="004464F5" w:rsidRDefault="008F4F96" w:rsidP="00C81E6D">
            <w:pPr>
              <w:jc w:val="center"/>
              <w:rPr>
                <w:szCs w:val="18"/>
              </w:rPr>
            </w:pPr>
            <w:r w:rsidRPr="004464F5">
              <w:rPr>
                <w:szCs w:val="18"/>
              </w:rPr>
              <w:t>4.</w:t>
            </w:r>
          </w:p>
        </w:tc>
        <w:tc>
          <w:tcPr>
            <w:tcW w:w="4252" w:type="dxa"/>
            <w:shd w:val="clear" w:color="auto" w:fill="auto"/>
          </w:tcPr>
          <w:p w14:paraId="2697F19E" w14:textId="77777777" w:rsidR="008F4F96" w:rsidRPr="004464F5" w:rsidRDefault="008F4F96" w:rsidP="00C81E6D">
            <w:pPr>
              <w:rPr>
                <w:b/>
                <w:szCs w:val="18"/>
              </w:rPr>
            </w:pPr>
          </w:p>
        </w:tc>
        <w:tc>
          <w:tcPr>
            <w:tcW w:w="4426" w:type="dxa"/>
            <w:shd w:val="clear" w:color="auto" w:fill="auto"/>
          </w:tcPr>
          <w:p w14:paraId="2E1D1211" w14:textId="77777777" w:rsidR="008F4F96" w:rsidRPr="004464F5" w:rsidRDefault="008F4F96" w:rsidP="00C81E6D">
            <w:pPr>
              <w:rPr>
                <w:b/>
                <w:szCs w:val="18"/>
              </w:rPr>
            </w:pPr>
          </w:p>
        </w:tc>
      </w:tr>
      <w:tr w:rsidR="008F4F96" w:rsidRPr="004464F5" w14:paraId="7404E930" w14:textId="77777777" w:rsidTr="00C81E6D">
        <w:tc>
          <w:tcPr>
            <w:tcW w:w="534" w:type="dxa"/>
            <w:shd w:val="clear" w:color="auto" w:fill="auto"/>
          </w:tcPr>
          <w:p w14:paraId="4F237AF0" w14:textId="77777777" w:rsidR="008F4F96" w:rsidRPr="004464F5" w:rsidRDefault="008F4F96" w:rsidP="00C81E6D">
            <w:pPr>
              <w:jc w:val="center"/>
              <w:rPr>
                <w:szCs w:val="18"/>
              </w:rPr>
            </w:pPr>
            <w:r w:rsidRPr="004464F5">
              <w:rPr>
                <w:szCs w:val="18"/>
              </w:rPr>
              <w:t>5.</w:t>
            </w:r>
          </w:p>
        </w:tc>
        <w:tc>
          <w:tcPr>
            <w:tcW w:w="4252" w:type="dxa"/>
            <w:shd w:val="clear" w:color="auto" w:fill="auto"/>
          </w:tcPr>
          <w:p w14:paraId="1F3032EA" w14:textId="77777777" w:rsidR="008F4F96" w:rsidRPr="004464F5" w:rsidRDefault="008F4F96" w:rsidP="00C81E6D">
            <w:pPr>
              <w:rPr>
                <w:b/>
                <w:szCs w:val="18"/>
              </w:rPr>
            </w:pPr>
          </w:p>
        </w:tc>
        <w:tc>
          <w:tcPr>
            <w:tcW w:w="4426" w:type="dxa"/>
            <w:shd w:val="clear" w:color="auto" w:fill="auto"/>
          </w:tcPr>
          <w:p w14:paraId="171DF9CD" w14:textId="77777777" w:rsidR="008F4F96" w:rsidRPr="004464F5" w:rsidRDefault="008F4F96" w:rsidP="00C81E6D">
            <w:pPr>
              <w:rPr>
                <w:b/>
                <w:szCs w:val="18"/>
              </w:rPr>
            </w:pPr>
          </w:p>
        </w:tc>
      </w:tr>
      <w:tr w:rsidR="008F4F96" w:rsidRPr="004464F5" w14:paraId="07D124A0" w14:textId="77777777" w:rsidTr="00C81E6D">
        <w:tc>
          <w:tcPr>
            <w:tcW w:w="534" w:type="dxa"/>
            <w:shd w:val="clear" w:color="auto" w:fill="auto"/>
          </w:tcPr>
          <w:p w14:paraId="7B72CDB8" w14:textId="77777777" w:rsidR="008F4F96" w:rsidRPr="004464F5" w:rsidRDefault="008F4F96" w:rsidP="00C81E6D">
            <w:pPr>
              <w:jc w:val="center"/>
              <w:rPr>
                <w:szCs w:val="18"/>
              </w:rPr>
            </w:pPr>
            <w:r w:rsidRPr="004464F5">
              <w:rPr>
                <w:szCs w:val="18"/>
              </w:rPr>
              <w:t>6.</w:t>
            </w:r>
          </w:p>
        </w:tc>
        <w:tc>
          <w:tcPr>
            <w:tcW w:w="4252" w:type="dxa"/>
            <w:shd w:val="clear" w:color="auto" w:fill="auto"/>
          </w:tcPr>
          <w:p w14:paraId="7E4B12A3" w14:textId="77777777" w:rsidR="008F4F96" w:rsidRPr="004464F5" w:rsidRDefault="008F4F96" w:rsidP="00C81E6D">
            <w:pPr>
              <w:rPr>
                <w:b/>
                <w:szCs w:val="18"/>
              </w:rPr>
            </w:pPr>
          </w:p>
        </w:tc>
        <w:tc>
          <w:tcPr>
            <w:tcW w:w="4426" w:type="dxa"/>
            <w:shd w:val="clear" w:color="auto" w:fill="auto"/>
          </w:tcPr>
          <w:p w14:paraId="2116EEBA" w14:textId="77777777" w:rsidR="008F4F96" w:rsidRPr="004464F5" w:rsidRDefault="008F4F96" w:rsidP="00C81E6D">
            <w:pPr>
              <w:rPr>
                <w:b/>
                <w:szCs w:val="18"/>
              </w:rPr>
            </w:pPr>
          </w:p>
        </w:tc>
      </w:tr>
      <w:tr w:rsidR="008F4F96" w:rsidRPr="004464F5" w14:paraId="6B58FD27" w14:textId="77777777" w:rsidTr="00C81E6D">
        <w:tc>
          <w:tcPr>
            <w:tcW w:w="534" w:type="dxa"/>
            <w:shd w:val="clear" w:color="auto" w:fill="auto"/>
          </w:tcPr>
          <w:p w14:paraId="7D76B370" w14:textId="77777777" w:rsidR="008F4F96" w:rsidRPr="004464F5" w:rsidRDefault="008F4F96" w:rsidP="00C81E6D">
            <w:pPr>
              <w:jc w:val="center"/>
              <w:rPr>
                <w:szCs w:val="18"/>
              </w:rPr>
            </w:pPr>
            <w:r w:rsidRPr="004464F5">
              <w:rPr>
                <w:szCs w:val="18"/>
              </w:rPr>
              <w:t>7.</w:t>
            </w:r>
          </w:p>
        </w:tc>
        <w:tc>
          <w:tcPr>
            <w:tcW w:w="4252" w:type="dxa"/>
            <w:shd w:val="clear" w:color="auto" w:fill="auto"/>
          </w:tcPr>
          <w:p w14:paraId="4DCEBB0F" w14:textId="77777777" w:rsidR="008F4F96" w:rsidRPr="004464F5" w:rsidRDefault="008F4F96" w:rsidP="00C81E6D">
            <w:pPr>
              <w:rPr>
                <w:b/>
                <w:szCs w:val="18"/>
              </w:rPr>
            </w:pPr>
          </w:p>
        </w:tc>
        <w:tc>
          <w:tcPr>
            <w:tcW w:w="4426" w:type="dxa"/>
            <w:shd w:val="clear" w:color="auto" w:fill="auto"/>
          </w:tcPr>
          <w:p w14:paraId="0EEB1388" w14:textId="77777777" w:rsidR="008F4F96" w:rsidRPr="004464F5" w:rsidRDefault="008F4F96" w:rsidP="00C81E6D">
            <w:pPr>
              <w:rPr>
                <w:b/>
                <w:szCs w:val="18"/>
              </w:rPr>
            </w:pPr>
          </w:p>
        </w:tc>
      </w:tr>
      <w:tr w:rsidR="008F4F96" w:rsidRPr="004464F5" w14:paraId="0D869786" w14:textId="77777777" w:rsidTr="00C81E6D">
        <w:tc>
          <w:tcPr>
            <w:tcW w:w="534" w:type="dxa"/>
            <w:shd w:val="clear" w:color="auto" w:fill="auto"/>
          </w:tcPr>
          <w:p w14:paraId="4FF4BC93" w14:textId="77777777" w:rsidR="008F4F96" w:rsidRPr="004464F5" w:rsidRDefault="008F4F96" w:rsidP="00C81E6D">
            <w:pPr>
              <w:jc w:val="center"/>
              <w:rPr>
                <w:szCs w:val="18"/>
              </w:rPr>
            </w:pPr>
            <w:r w:rsidRPr="004464F5">
              <w:rPr>
                <w:szCs w:val="18"/>
              </w:rPr>
              <w:t>8.</w:t>
            </w:r>
          </w:p>
        </w:tc>
        <w:tc>
          <w:tcPr>
            <w:tcW w:w="4252" w:type="dxa"/>
            <w:shd w:val="clear" w:color="auto" w:fill="auto"/>
          </w:tcPr>
          <w:p w14:paraId="7AF33388" w14:textId="77777777" w:rsidR="008F4F96" w:rsidRPr="004464F5" w:rsidRDefault="008F4F96" w:rsidP="00C81E6D">
            <w:pPr>
              <w:rPr>
                <w:b/>
                <w:szCs w:val="18"/>
              </w:rPr>
            </w:pPr>
          </w:p>
        </w:tc>
        <w:tc>
          <w:tcPr>
            <w:tcW w:w="4426" w:type="dxa"/>
            <w:shd w:val="clear" w:color="auto" w:fill="auto"/>
          </w:tcPr>
          <w:p w14:paraId="5F0CEA55" w14:textId="77777777" w:rsidR="008F4F96" w:rsidRPr="004464F5" w:rsidRDefault="008F4F96" w:rsidP="00C81E6D">
            <w:pPr>
              <w:rPr>
                <w:b/>
                <w:szCs w:val="18"/>
              </w:rPr>
            </w:pPr>
          </w:p>
        </w:tc>
      </w:tr>
      <w:tr w:rsidR="008F4F96" w:rsidRPr="004464F5" w14:paraId="1B9E6EF6" w14:textId="77777777" w:rsidTr="00C81E6D">
        <w:tc>
          <w:tcPr>
            <w:tcW w:w="534" w:type="dxa"/>
            <w:shd w:val="clear" w:color="auto" w:fill="auto"/>
          </w:tcPr>
          <w:p w14:paraId="7F6F9E95" w14:textId="77777777" w:rsidR="008F4F96" w:rsidRPr="004464F5" w:rsidRDefault="008F4F96" w:rsidP="00C81E6D">
            <w:pPr>
              <w:jc w:val="center"/>
              <w:rPr>
                <w:szCs w:val="18"/>
              </w:rPr>
            </w:pPr>
            <w:r w:rsidRPr="004464F5">
              <w:rPr>
                <w:szCs w:val="18"/>
              </w:rPr>
              <w:t>9.</w:t>
            </w:r>
          </w:p>
        </w:tc>
        <w:tc>
          <w:tcPr>
            <w:tcW w:w="4252" w:type="dxa"/>
            <w:shd w:val="clear" w:color="auto" w:fill="auto"/>
          </w:tcPr>
          <w:p w14:paraId="7823AF17" w14:textId="77777777" w:rsidR="008F4F96" w:rsidRPr="004464F5" w:rsidRDefault="008F4F96" w:rsidP="00C81E6D">
            <w:pPr>
              <w:rPr>
                <w:b/>
                <w:szCs w:val="18"/>
              </w:rPr>
            </w:pPr>
          </w:p>
        </w:tc>
        <w:tc>
          <w:tcPr>
            <w:tcW w:w="4426" w:type="dxa"/>
            <w:shd w:val="clear" w:color="auto" w:fill="auto"/>
          </w:tcPr>
          <w:p w14:paraId="0C00F407" w14:textId="77777777" w:rsidR="008F4F96" w:rsidRPr="004464F5" w:rsidRDefault="008F4F96" w:rsidP="00C81E6D">
            <w:pPr>
              <w:rPr>
                <w:b/>
                <w:szCs w:val="18"/>
              </w:rPr>
            </w:pPr>
          </w:p>
        </w:tc>
      </w:tr>
      <w:tr w:rsidR="008F4F96" w:rsidRPr="004464F5" w14:paraId="29BCCDA8" w14:textId="77777777" w:rsidTr="00C81E6D">
        <w:tc>
          <w:tcPr>
            <w:tcW w:w="534" w:type="dxa"/>
            <w:shd w:val="clear" w:color="auto" w:fill="auto"/>
          </w:tcPr>
          <w:p w14:paraId="2813929C" w14:textId="77777777" w:rsidR="008F4F96" w:rsidRPr="004464F5" w:rsidRDefault="008F4F96" w:rsidP="00C81E6D">
            <w:pPr>
              <w:jc w:val="center"/>
              <w:rPr>
                <w:szCs w:val="18"/>
              </w:rPr>
            </w:pPr>
            <w:r w:rsidRPr="004464F5">
              <w:rPr>
                <w:szCs w:val="18"/>
              </w:rPr>
              <w:t>10.</w:t>
            </w:r>
          </w:p>
        </w:tc>
        <w:tc>
          <w:tcPr>
            <w:tcW w:w="4252" w:type="dxa"/>
            <w:shd w:val="clear" w:color="auto" w:fill="auto"/>
          </w:tcPr>
          <w:p w14:paraId="11EC29D7" w14:textId="77777777" w:rsidR="008F4F96" w:rsidRPr="004464F5" w:rsidRDefault="008F4F96" w:rsidP="00C81E6D">
            <w:pPr>
              <w:rPr>
                <w:b/>
                <w:szCs w:val="18"/>
              </w:rPr>
            </w:pPr>
          </w:p>
        </w:tc>
        <w:tc>
          <w:tcPr>
            <w:tcW w:w="4426" w:type="dxa"/>
            <w:shd w:val="clear" w:color="auto" w:fill="auto"/>
          </w:tcPr>
          <w:p w14:paraId="2C0DD54E" w14:textId="77777777" w:rsidR="008F4F96" w:rsidRPr="004464F5" w:rsidRDefault="008F4F96" w:rsidP="00C81E6D">
            <w:pPr>
              <w:rPr>
                <w:b/>
                <w:szCs w:val="18"/>
              </w:rPr>
            </w:pPr>
          </w:p>
        </w:tc>
      </w:tr>
    </w:tbl>
    <w:p w14:paraId="4B2A61F9" w14:textId="77777777" w:rsidR="008F4F96" w:rsidRPr="004464F5" w:rsidRDefault="008F4F96" w:rsidP="00C81E6D">
      <w:pPr>
        <w:ind w:firstLine="708"/>
        <w:rPr>
          <w:rFonts w:eastAsia="Calibri" w:cs="Arial"/>
          <w:b/>
          <w:szCs w:val="18"/>
          <w:lang w:eastAsia="en-US"/>
        </w:rPr>
      </w:pPr>
    </w:p>
    <w:p w14:paraId="33FD7349" w14:textId="77777777" w:rsidR="008F4F96" w:rsidRPr="004464F5" w:rsidRDefault="008F4F96" w:rsidP="00C81E6D">
      <w:pPr>
        <w:rPr>
          <w:szCs w:val="18"/>
        </w:rPr>
      </w:pPr>
    </w:p>
    <w:p w14:paraId="1D3C8B97" w14:textId="77777777" w:rsidR="008F4F96" w:rsidRDefault="008F4F96" w:rsidP="00C81E6D">
      <w:pPr>
        <w:ind w:firstLine="708"/>
        <w:sectPr w:rsidR="008F4F96" w:rsidSect="008F4F96">
          <w:headerReference w:type="default" r:id="rId14"/>
          <w:footerReference w:type="default" r:id="rId15"/>
          <w:headerReference w:type="first" r:id="rId16"/>
          <w:footerReference w:type="first" r:id="rId17"/>
          <w:pgSz w:w="11906" w:h="16838"/>
          <w:pgMar w:top="659" w:right="991" w:bottom="993" w:left="993" w:header="567" w:footer="283" w:gutter="0"/>
          <w:pgNumType w:start="1"/>
          <w:cols w:space="708"/>
          <w:titlePg/>
          <w:docGrid w:linePitch="360"/>
        </w:sectPr>
      </w:pPr>
    </w:p>
    <w:p w14:paraId="36C3F20D" w14:textId="77777777" w:rsidR="008F4F96" w:rsidRPr="00C81E6D" w:rsidRDefault="008F4F96" w:rsidP="00C81E6D">
      <w:pPr>
        <w:ind w:firstLine="708"/>
      </w:pPr>
    </w:p>
    <w:sectPr w:rsidR="008F4F96" w:rsidRPr="00C81E6D" w:rsidSect="008F4F96">
      <w:headerReference w:type="default" r:id="rId18"/>
      <w:footerReference w:type="default" r:id="rId19"/>
      <w:headerReference w:type="first" r:id="rId20"/>
      <w:footerReference w:type="first" r:id="rId21"/>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09F4A" w14:textId="77777777" w:rsidR="00FA40BA" w:rsidRDefault="00FA40BA" w:rsidP="00BD627E">
      <w:r>
        <w:separator/>
      </w:r>
    </w:p>
    <w:p w14:paraId="7DDBCB05" w14:textId="77777777" w:rsidR="00FA40BA" w:rsidRDefault="00FA40BA"/>
  </w:endnote>
  <w:endnote w:type="continuationSeparator" w:id="0">
    <w:p w14:paraId="0695E234" w14:textId="77777777" w:rsidR="00FA40BA" w:rsidRDefault="00FA40BA" w:rsidP="00BD627E">
      <w:r>
        <w:continuationSeparator/>
      </w:r>
    </w:p>
    <w:p w14:paraId="3F139538" w14:textId="77777777" w:rsidR="00FA40BA" w:rsidRDefault="00FA40BA"/>
  </w:endnote>
  <w:endnote w:type="continuationNotice" w:id="1">
    <w:p w14:paraId="40493545" w14:textId="77777777" w:rsidR="00FA40BA" w:rsidRDefault="00FA40BA"/>
    <w:p w14:paraId="538D7CFE" w14:textId="77777777" w:rsidR="00FA40BA" w:rsidRDefault="00FA4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Ubuntu">
    <w:altName w:val="Arial"/>
    <w:charset w:val="00"/>
    <w:family w:val="swiss"/>
    <w:pitch w:val="variable"/>
    <w:sig w:usb0="E00002FF" w:usb1="5000205B" w:usb2="00000000" w:usb3="00000000" w:csb0="0000009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Content>
          <w:p w14:paraId="1A7F4850" w14:textId="77777777" w:rsidR="008F4F96" w:rsidRPr="006715A5" w:rsidRDefault="008F4F96" w:rsidP="00635575">
            <w:pPr>
              <w:pStyle w:val="Stopka"/>
              <w:jc w:val="center"/>
              <w:rPr>
                <w:rFonts w:cs="Arial"/>
                <w:sz w:val="14"/>
                <w:szCs w:val="14"/>
              </w:rPr>
            </w:pPr>
          </w:p>
          <w:p w14:paraId="2005D47F" w14:textId="77777777"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997F06">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997F06">
              <w:rPr>
                <w:rFonts w:cs="Arial"/>
                <w:b/>
                <w:bCs/>
                <w:noProof/>
                <w:sz w:val="14"/>
                <w:szCs w:val="14"/>
              </w:rPr>
              <w:t>7</w:t>
            </w:r>
            <w:r w:rsidRPr="006715A5">
              <w:rPr>
                <w:rFonts w:cs="Arial"/>
                <w:b/>
                <w:bCs/>
                <w:sz w:val="14"/>
                <w:szCs w:val="14"/>
              </w:rPr>
              <w:fldChar w:fldCharType="end"/>
            </w:r>
          </w:p>
        </w:sdtContent>
      </w:sdt>
    </w:sdtContent>
  </w:sdt>
  <w:p w14:paraId="1AB5BECA" w14:textId="77777777" w:rsidR="008F4F96" w:rsidRPr="002336B0" w:rsidRDefault="008F4F96">
    <w:pPr>
      <w:pStyle w:val="Stopka"/>
      <w:rPr>
        <w:rFonts w:cs="Arial"/>
      </w:rPr>
    </w:pPr>
  </w:p>
  <w:p w14:paraId="49651D21" w14:textId="77777777"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16"/>
        <w:szCs w:val="16"/>
      </w:rPr>
      <w:id w:val="-1905131009"/>
      <w:docPartObj>
        <w:docPartGallery w:val="Page Numbers (Bottom of Page)"/>
        <w:docPartUnique/>
      </w:docPartObj>
    </w:sdtPr>
    <w:sdtContent>
      <w:sdt>
        <w:sdtPr>
          <w:rPr>
            <w:rFonts w:cs="Arial"/>
            <w:sz w:val="16"/>
            <w:szCs w:val="16"/>
          </w:rPr>
          <w:id w:val="-822352327"/>
          <w:docPartObj>
            <w:docPartGallery w:val="Page Numbers (Top of Page)"/>
            <w:docPartUnique/>
          </w:docPartObj>
        </w:sdtPr>
        <w:sdtContent>
          <w:p w14:paraId="51EF0CE1" w14:textId="77777777" w:rsidR="008F4F96" w:rsidRPr="002336B0" w:rsidRDefault="008F4F96" w:rsidP="00A45DF0">
            <w:pPr>
              <w:pStyle w:val="Stopka"/>
              <w:jc w:val="center"/>
              <w:rPr>
                <w:rFonts w:cs="Arial"/>
                <w:sz w:val="16"/>
                <w:szCs w:val="16"/>
              </w:rPr>
            </w:pPr>
          </w:p>
          <w:p w14:paraId="5ACDEA21" w14:textId="77777777"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997F0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997F06">
              <w:rPr>
                <w:rFonts w:cs="Arial"/>
                <w:b/>
                <w:bCs/>
                <w:noProof/>
                <w:sz w:val="14"/>
                <w:szCs w:val="14"/>
              </w:rPr>
              <w:t>7</w:t>
            </w:r>
            <w:r w:rsidRPr="006715A5">
              <w:rPr>
                <w:rFonts w:cs="Arial"/>
                <w:b/>
                <w:bCs/>
                <w:sz w:val="14"/>
                <w:szCs w:val="14"/>
              </w:rPr>
              <w:fldChar w:fldCharType="end"/>
            </w:r>
          </w:p>
        </w:sdtContent>
      </w:sdt>
    </w:sdtContent>
  </w:sdt>
  <w:p w14:paraId="289BDE63" w14:textId="77777777"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Content>
          <w:p w14:paraId="4164FDE3" w14:textId="77777777" w:rsidR="00E536B1" w:rsidRPr="006715A5" w:rsidRDefault="00E536B1" w:rsidP="00635575">
            <w:pPr>
              <w:pStyle w:val="Stopka"/>
              <w:jc w:val="center"/>
              <w:rPr>
                <w:rFonts w:cs="Arial"/>
                <w:sz w:val="14"/>
                <w:szCs w:val="14"/>
              </w:rPr>
            </w:pPr>
          </w:p>
          <w:p w14:paraId="5A6CBAB7" w14:textId="77777777"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14:paraId="1843E2BD" w14:textId="77777777" w:rsidR="00E536B1" w:rsidRPr="002336B0" w:rsidRDefault="00E536B1">
    <w:pPr>
      <w:pStyle w:val="Stopka"/>
      <w:rPr>
        <w:rFonts w:cs="Arial"/>
      </w:rPr>
    </w:pPr>
  </w:p>
  <w:p w14:paraId="7F5E217B" w14:textId="77777777"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16"/>
        <w:szCs w:val="16"/>
      </w:rPr>
      <w:id w:val="678467423"/>
      <w:docPartObj>
        <w:docPartGallery w:val="Page Numbers (Bottom of Page)"/>
        <w:docPartUnique/>
      </w:docPartObj>
    </w:sdtPr>
    <w:sdtContent>
      <w:sdt>
        <w:sdtPr>
          <w:rPr>
            <w:rFonts w:cs="Arial"/>
            <w:sz w:val="16"/>
            <w:szCs w:val="16"/>
          </w:rPr>
          <w:id w:val="1848432802"/>
          <w:docPartObj>
            <w:docPartGallery w:val="Page Numbers (Top of Page)"/>
            <w:docPartUnique/>
          </w:docPartObj>
        </w:sdtPr>
        <w:sdtContent>
          <w:p w14:paraId="39141DB9" w14:textId="77777777" w:rsidR="00E536B1" w:rsidRPr="002336B0" w:rsidRDefault="00E536B1" w:rsidP="00A45DF0">
            <w:pPr>
              <w:pStyle w:val="Stopka"/>
              <w:jc w:val="center"/>
              <w:rPr>
                <w:rFonts w:cs="Arial"/>
                <w:sz w:val="16"/>
                <w:szCs w:val="16"/>
              </w:rPr>
            </w:pPr>
          </w:p>
          <w:p w14:paraId="53C51E71" w14:textId="77777777"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14:paraId="4C2DC5E4" w14:textId="77777777"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66B7" w14:textId="77777777" w:rsidR="00FA40BA" w:rsidRDefault="00FA40BA" w:rsidP="00BD627E">
      <w:r>
        <w:separator/>
      </w:r>
    </w:p>
    <w:p w14:paraId="0F9C669B" w14:textId="77777777" w:rsidR="00FA40BA" w:rsidRDefault="00FA40BA"/>
  </w:footnote>
  <w:footnote w:type="continuationSeparator" w:id="0">
    <w:p w14:paraId="20211874" w14:textId="77777777" w:rsidR="00FA40BA" w:rsidRDefault="00FA40BA" w:rsidP="00BD627E">
      <w:r>
        <w:continuationSeparator/>
      </w:r>
    </w:p>
    <w:p w14:paraId="30B3CCB8" w14:textId="77777777" w:rsidR="00FA40BA" w:rsidRDefault="00FA40BA"/>
  </w:footnote>
  <w:footnote w:type="continuationNotice" w:id="1">
    <w:p w14:paraId="2563AD3E" w14:textId="77777777" w:rsidR="00FA40BA" w:rsidRDefault="00FA40BA"/>
    <w:p w14:paraId="7BF9ED53" w14:textId="77777777" w:rsidR="00FA40BA" w:rsidRDefault="00FA40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D938" w14:textId="77777777"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4E23F44D" wp14:editId="5460191F">
          <wp:simplePos x="0" y="0"/>
          <wp:positionH relativeFrom="column">
            <wp:posOffset>-28178</wp:posOffset>
          </wp:positionH>
          <wp:positionV relativeFrom="paragraph">
            <wp:posOffset>-104775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19EF284" w14:textId="77777777"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14:paraId="09CA7C23" w14:textId="77777777" w:rsidR="008F4F96" w:rsidRDefault="008F4F96" w:rsidP="006715A5">
    <w:pPr>
      <w:pStyle w:val="Nagwek"/>
      <w:ind w:left="1843" w:right="2409"/>
      <w:jc w:val="right"/>
      <w:rPr>
        <w:rFonts w:cs="Arial"/>
        <w:sz w:val="14"/>
        <w:szCs w:val="14"/>
      </w:rPr>
    </w:pPr>
  </w:p>
  <w:p w14:paraId="3808F773" w14:textId="77777777"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14:paraId="4B09BB1D" w14:textId="77777777"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05B08A5D" wp14:editId="60B8CBEE">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2F6F" w14:textId="77777777"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C744181" wp14:editId="0301B5C1">
          <wp:simplePos x="0" y="0"/>
          <wp:positionH relativeFrom="column">
            <wp:posOffset>-73660</wp:posOffset>
          </wp:positionH>
          <wp:positionV relativeFrom="paragraph">
            <wp:posOffset>-189230</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14:paraId="4004A7D1" w14:textId="77777777"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162A" w14:textId="77777777"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73A64FF4" wp14:editId="4E562F3D">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8A31DB4" w14:textId="77777777"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14:paraId="34B75111" w14:textId="77777777" w:rsidR="00E536B1" w:rsidRDefault="00E536B1" w:rsidP="006715A5">
    <w:pPr>
      <w:pStyle w:val="Nagwek"/>
      <w:ind w:left="1843" w:right="2409"/>
      <w:jc w:val="right"/>
      <w:rPr>
        <w:rFonts w:cs="Arial"/>
        <w:sz w:val="14"/>
        <w:szCs w:val="14"/>
      </w:rPr>
    </w:pPr>
  </w:p>
  <w:p w14:paraId="77ADC85F" w14:textId="77777777"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14:paraId="60ECE47D" w14:textId="77777777"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5B5F21C8" wp14:editId="6B9FE1B3">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61163" w14:textId="77777777"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6FA28D61" wp14:editId="4A16BE18">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14:paraId="3855D7EF" w14:textId="77777777"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57027099">
    <w:abstractNumId w:val="12"/>
  </w:num>
  <w:num w:numId="2" w16cid:durableId="1340111880">
    <w:abstractNumId w:val="11"/>
  </w:num>
  <w:num w:numId="3" w16cid:durableId="574247161">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16cid:durableId="114420182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16cid:durableId="1961178753">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16cid:durableId="143813871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16cid:durableId="167746037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16cid:durableId="1840733960">
    <w:abstractNumId w:val="8"/>
  </w:num>
  <w:num w:numId="9" w16cid:durableId="1131090046">
    <w:abstractNumId w:val="18"/>
  </w:num>
  <w:num w:numId="10" w16cid:durableId="683437222">
    <w:abstractNumId w:val="14"/>
  </w:num>
  <w:num w:numId="11" w16cid:durableId="684014652">
    <w:abstractNumId w:val="2"/>
  </w:num>
  <w:num w:numId="12" w16cid:durableId="1531721749">
    <w:abstractNumId w:val="5"/>
  </w:num>
  <w:num w:numId="13" w16cid:durableId="1684816462">
    <w:abstractNumId w:val="7"/>
  </w:num>
  <w:num w:numId="14" w16cid:durableId="1625506514">
    <w:abstractNumId w:val="16"/>
  </w:num>
  <w:num w:numId="15" w16cid:durableId="631639847">
    <w:abstractNumId w:val="20"/>
  </w:num>
  <w:num w:numId="16" w16cid:durableId="399906166">
    <w:abstractNumId w:val="10"/>
  </w:num>
  <w:num w:numId="17" w16cid:durableId="956453929">
    <w:abstractNumId w:val="13"/>
  </w:num>
  <w:num w:numId="18" w16cid:durableId="1126656454">
    <w:abstractNumId w:val="1"/>
  </w:num>
  <w:num w:numId="19" w16cid:durableId="674460398">
    <w:abstractNumId w:val="22"/>
  </w:num>
  <w:num w:numId="20" w16cid:durableId="1077022851">
    <w:abstractNumId w:val="21"/>
  </w:num>
  <w:num w:numId="21" w16cid:durableId="287593515">
    <w:abstractNumId w:val="6"/>
  </w:num>
  <w:num w:numId="22" w16cid:durableId="1679652933">
    <w:abstractNumId w:val="17"/>
  </w:num>
  <w:num w:numId="23" w16cid:durableId="1961908867">
    <w:abstractNumId w:val="0"/>
  </w:num>
  <w:num w:numId="24" w16cid:durableId="2004770478">
    <w:abstractNumId w:val="15"/>
  </w:num>
  <w:num w:numId="25" w16cid:durableId="1758554748">
    <w:abstractNumId w:val="9"/>
  </w:num>
  <w:num w:numId="26" w16cid:durableId="254171148">
    <w:abstractNumId w:val="23"/>
  </w:num>
  <w:num w:numId="27" w16cid:durableId="709845983">
    <w:abstractNumId w:val="19"/>
  </w:num>
  <w:num w:numId="28" w16cid:durableId="179544406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1B6"/>
    <w:rsid w:val="000A52CD"/>
    <w:rsid w:val="000B7759"/>
    <w:rsid w:val="000C1970"/>
    <w:rsid w:val="000C3838"/>
    <w:rsid w:val="000C626D"/>
    <w:rsid w:val="000D1615"/>
    <w:rsid w:val="000D29F4"/>
    <w:rsid w:val="000D368C"/>
    <w:rsid w:val="000D4112"/>
    <w:rsid w:val="000D5FB6"/>
    <w:rsid w:val="000E1527"/>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1636C"/>
    <w:rsid w:val="002234C6"/>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D5CF4"/>
    <w:rsid w:val="002D6BDD"/>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87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5570"/>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236"/>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2934"/>
    <w:rsid w:val="007539B7"/>
    <w:rsid w:val="007541E9"/>
    <w:rsid w:val="00762228"/>
    <w:rsid w:val="00762357"/>
    <w:rsid w:val="00765250"/>
    <w:rsid w:val="0077067A"/>
    <w:rsid w:val="0077077F"/>
    <w:rsid w:val="00774C08"/>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0ABE"/>
    <w:rsid w:val="007F1DBB"/>
    <w:rsid w:val="007F5BA1"/>
    <w:rsid w:val="008022B7"/>
    <w:rsid w:val="008052FD"/>
    <w:rsid w:val="00807E08"/>
    <w:rsid w:val="00813C19"/>
    <w:rsid w:val="0081721B"/>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97F06"/>
    <w:rsid w:val="009A4573"/>
    <w:rsid w:val="009A4B70"/>
    <w:rsid w:val="009B0D73"/>
    <w:rsid w:val="009B30EB"/>
    <w:rsid w:val="009B4D09"/>
    <w:rsid w:val="009B6A19"/>
    <w:rsid w:val="009B6F12"/>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1D33"/>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C38"/>
    <w:rsid w:val="00D07FEF"/>
    <w:rsid w:val="00D16B2A"/>
    <w:rsid w:val="00D239CC"/>
    <w:rsid w:val="00D23CA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0E27"/>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40BA"/>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9E86D0"/>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POST/DYS/OR/GZ/00024/2026                         </dmsv2SWPP2ObjectNumber>
    <dmsv2SWPP2SumMD5 xmlns="http://schemas.microsoft.com/sharepoint/v3">ec90e0b6bb471a59169b818fdb6ef626</dmsv2SWPP2SumMD5>
    <dmsv2BaseMoved xmlns="http://schemas.microsoft.com/sharepoint/v3">false</dmsv2BaseMoved>
    <dmsv2BaseIsSensitive xmlns="http://schemas.microsoft.com/sharepoint/v3">true</dmsv2BaseIsSensitive>
    <dmsv2SWPP2IDSWPP2 xmlns="http://schemas.microsoft.com/sharepoint/v3">702890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24097897</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JEUP5JKVCYQC-922955212-15036</_dlc_DocId>
    <_dlc_DocIdUrl xmlns="a19cb1c7-c5c7-46d4-85ae-d83685407bba">
      <Url>https://swpp2.dms.gkpge.pl/sites/41/_layouts/15/DocIdRedir.aspx?ID=JEUP5JKVCYQC-922955212-15036</Url>
      <Description>JEUP5JKVCYQC-922955212-15036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E24460B-9E95-4505-AFE4-8AD9C9FD3F57}">
  <ds:schemaRefs>
    <ds:schemaRef ds:uri="http://schemas.openxmlformats.org/officeDocument/2006/bibliography"/>
  </ds:schemaRefs>
</ds:datastoreItem>
</file>

<file path=customXml/itemProps4.xml><?xml version="1.0" encoding="utf-8"?>
<ds:datastoreItem xmlns:ds="http://schemas.openxmlformats.org/officeDocument/2006/customXml" ds:itemID="{F49D253B-6D13-41E8-B54D-DC79B3B84BF4}">
  <ds:schemaRefs>
    <ds:schemaRef ds:uri="http://schemas.openxmlformats.org/officeDocument/2006/bibliography"/>
  </ds:schemaRefs>
</ds:datastoreItem>
</file>

<file path=customXml/itemProps5.xml><?xml version="1.0" encoding="utf-8"?>
<ds:datastoreItem xmlns:ds="http://schemas.openxmlformats.org/officeDocument/2006/customXml" ds:itemID="{309AD4B0-647C-4113-BDBB-DEA37FD1FAF4}">
  <ds:schemaRefs>
    <ds:schemaRef ds:uri="http://schemas.microsoft.com/sharepoint/events"/>
  </ds:schemaRefs>
</ds:datastoreItem>
</file>

<file path=customXml/itemProps6.xml><?xml version="1.0" encoding="utf-8"?>
<ds:datastoreItem xmlns:ds="http://schemas.openxmlformats.org/officeDocument/2006/customXml" ds:itemID="{28B90572-82C8-4F42-92EC-1947834AB651}">
  <ds:schemaRefs>
    <ds:schemaRef ds:uri="http://schemas.openxmlformats.org/officeDocument/2006/bibliography"/>
  </ds:schemaRefs>
</ds:datastoreItem>
</file>

<file path=customXml/itemProps7.xml><?xml version="1.0" encoding="utf-8"?>
<ds:datastoreItem xmlns:ds="http://schemas.openxmlformats.org/officeDocument/2006/customXml" ds:itemID="{486CFF12-668A-4B3B-9358-4563BD3EB993}"/>
</file>

<file path=docProps/app.xml><?xml version="1.0" encoding="utf-8"?>
<Properties xmlns="http://schemas.openxmlformats.org/officeDocument/2006/extended-properties" xmlns:vt="http://schemas.openxmlformats.org/officeDocument/2006/docPropsVTypes">
  <Template>Zał_7_szablon</Template>
  <TotalTime>14</TotalTime>
  <Pages>7</Pages>
  <Words>3580</Words>
  <Characters>21481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25011</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Grabiec Rafał [PGE Dystr. O.Rzeszów]</cp:lastModifiedBy>
  <cp:revision>11</cp:revision>
  <cp:lastPrinted>2025-07-07T05:58:00Z</cp:lastPrinted>
  <dcterms:created xsi:type="dcterms:W3CDTF">2025-08-19T10:04:00Z</dcterms:created>
  <dcterms:modified xsi:type="dcterms:W3CDTF">2026-01-11T21:27:00Z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189593ab-d531-4568-92b3-32818bad85a0</vt:lpwstr>
  </property>
</Properties>
</file>